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F8CC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A77F64" w14:textId="39B60F8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D64197">
        <w:rPr>
          <w:rFonts w:ascii="Corbel" w:hAnsi="Corbel"/>
          <w:i/>
          <w:smallCaps/>
          <w:sz w:val="24"/>
          <w:szCs w:val="24"/>
        </w:rPr>
        <w:t>2019-2022</w:t>
      </w:r>
    </w:p>
    <w:p w14:paraId="30789E6E" w14:textId="5BC821B8" w:rsidR="00445970" w:rsidRPr="00EA4832" w:rsidRDefault="00445970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D64197">
        <w:rPr>
          <w:rFonts w:ascii="Corbel" w:hAnsi="Corbel"/>
          <w:sz w:val="20"/>
          <w:szCs w:val="20"/>
        </w:rPr>
        <w:t>1/</w:t>
      </w:r>
      <w:r w:rsidR="0098200B">
        <w:rPr>
          <w:rFonts w:ascii="Corbel" w:hAnsi="Corbel"/>
          <w:sz w:val="20"/>
          <w:szCs w:val="20"/>
        </w:rPr>
        <w:t>202</w:t>
      </w:r>
      <w:r w:rsidR="00D64197">
        <w:rPr>
          <w:rFonts w:ascii="Corbel" w:hAnsi="Corbel"/>
          <w:sz w:val="20"/>
          <w:szCs w:val="20"/>
        </w:rPr>
        <w:t>2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EiZSP/C-1.4b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1071C9EC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7777777" w:rsidR="009C54AE" w:rsidRPr="0036373F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373F">
        <w:rPr>
          <w:rFonts w:ascii="Corbel" w:hAnsi="Corbel"/>
          <w:b w:val="0"/>
          <w:smallCaps w:val="0"/>
          <w:szCs w:val="24"/>
        </w:rPr>
        <w:t>Zaliczenie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3A93CA3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77777777" w:rsidR="00C61DC5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Z. Grzymała, Podstawy ekonomiki i zarządzania w gospodarce komunalnej, SGH, Warszawa 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1F679" w14:textId="77777777" w:rsidR="00864B0E" w:rsidRDefault="00864B0E" w:rsidP="00C16ABF">
      <w:pPr>
        <w:spacing w:after="0" w:line="240" w:lineRule="auto"/>
      </w:pPr>
      <w:r>
        <w:separator/>
      </w:r>
    </w:p>
  </w:endnote>
  <w:endnote w:type="continuationSeparator" w:id="0">
    <w:p w14:paraId="3D563C67" w14:textId="77777777" w:rsidR="00864B0E" w:rsidRDefault="00864B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4474C" w14:textId="77777777" w:rsidR="00864B0E" w:rsidRDefault="00864B0E" w:rsidP="00C16ABF">
      <w:pPr>
        <w:spacing w:after="0" w:line="240" w:lineRule="auto"/>
      </w:pPr>
      <w:r>
        <w:separator/>
      </w:r>
    </w:p>
  </w:footnote>
  <w:footnote w:type="continuationSeparator" w:id="0">
    <w:p w14:paraId="368D22F9" w14:textId="77777777" w:rsidR="00864B0E" w:rsidRDefault="00864B0E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76331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64B0E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197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6E6DAE-6BD8-4E31-86E3-641CAD7A9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FCCE6-E610-4A16-9225-9C66B3EF65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2CD060-4126-4A8C-9AC1-025389E721D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c873b851-8c95-4849-940f-b0fae918cf6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12</cp:revision>
  <cp:lastPrinted>2019-02-06T12:12:00Z</cp:lastPrinted>
  <dcterms:created xsi:type="dcterms:W3CDTF">2020-11-13T09:42:00Z</dcterms:created>
  <dcterms:modified xsi:type="dcterms:W3CDTF">2020-12-11T20:05:00Z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